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DC2" w:rsidRDefault="00004DC2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Fiche exercice « fractions décimales » </w:t>
      </w:r>
    </w:p>
    <w:p w:rsidR="00004DC2" w:rsidRDefault="00004DC2">
      <w:pPr>
        <w:rPr>
          <w:rFonts w:ascii="Arial" w:hAnsi="Arial" w:cs="Arial"/>
          <w:b/>
          <w:sz w:val="28"/>
        </w:rPr>
      </w:pPr>
    </w:p>
    <w:p w:rsidR="00C96B02" w:rsidRDefault="008627AF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1/ </w:t>
      </w:r>
      <w:r w:rsidRPr="00D22D59">
        <w:rPr>
          <w:rFonts w:ascii="Arial" w:hAnsi="Arial" w:cs="Arial"/>
          <w:sz w:val="28"/>
        </w:rPr>
        <w:t xml:space="preserve">Observe cette longue droite graduée : </w:t>
      </w:r>
    </w:p>
    <w:p w:rsidR="00D22D59" w:rsidRDefault="002F726D">
      <w:pPr>
        <w:rPr>
          <w:rFonts w:ascii="Arial" w:hAnsi="Arial" w:cs="Arial"/>
          <w:b/>
          <w:sz w:val="28"/>
        </w:rPr>
      </w:pPr>
      <w:r w:rsidRPr="00D22D59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85FF2E" wp14:editId="209B47ED">
                <wp:simplePos x="0" y="0"/>
                <wp:positionH relativeFrom="column">
                  <wp:posOffset>8896907</wp:posOffset>
                </wp:positionH>
                <wp:positionV relativeFrom="paragraph">
                  <wp:posOffset>1166680</wp:posOffset>
                </wp:positionV>
                <wp:extent cx="82193" cy="575353"/>
                <wp:effectExtent l="0" t="38100" r="70485" b="15240"/>
                <wp:wrapNone/>
                <wp:docPr id="100" name="Connecteur droit avec flèch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93" cy="5753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8C2C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0" o:spid="_x0000_s1026" type="#_x0000_t32" style="position:absolute;margin-left:700.55pt;margin-top:91.85pt;width:6.45pt;height:45.3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" strokecolor="#5b9bd5 [3204]" strokeweight=".5pt">
                <v:stroke endarrow="block" joinstyle="miter"/>
              </v:shape>
            </w:pict>
          </mc:Fallback>
        </mc:AlternateContent>
      </w:r>
      <w:r w:rsidRPr="00D22D59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85FF2E" wp14:editId="209B47ED">
                <wp:simplePos x="0" y="0"/>
                <wp:positionH relativeFrom="column">
                  <wp:posOffset>2762935</wp:posOffset>
                </wp:positionH>
                <wp:positionV relativeFrom="paragraph">
                  <wp:posOffset>1107918</wp:posOffset>
                </wp:positionV>
                <wp:extent cx="82193" cy="575353"/>
                <wp:effectExtent l="0" t="38100" r="70485" b="15240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93" cy="5753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1587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6" o:spid="_x0000_s1026" type="#_x0000_t32" style="position:absolute;margin-left:217.55pt;margin-top:87.25pt;width:6.45pt;height:45.3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30"/>
      </w:tblGrid>
      <w:tr w:rsidR="00083A9D" w:rsidTr="008627AF">
        <w:trPr>
          <w:trHeight w:val="1900"/>
        </w:trPr>
        <w:tc>
          <w:tcPr>
            <w:tcW w:w="15230" w:type="dxa"/>
          </w:tcPr>
          <w:p w:rsidR="00083A9D" w:rsidRDefault="00D22D59">
            <w:pPr>
              <w:rPr>
                <w:rFonts w:ascii="Arial" w:hAnsi="Arial" w:cs="Arial"/>
                <w:b/>
                <w:sz w:val="28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316701</wp:posOffset>
                      </wp:positionH>
                      <wp:positionV relativeFrom="paragraph">
                        <wp:posOffset>772253</wp:posOffset>
                      </wp:positionV>
                      <wp:extent cx="82193" cy="575353"/>
                      <wp:effectExtent l="0" t="38100" r="70485" b="15240"/>
                      <wp:wrapNone/>
                      <wp:docPr id="30" name="Connecteur droit avec flèch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2193" cy="57535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C3C20B" id="Connecteur droit avec flèche 30" o:spid="_x0000_s1026" type="#_x0000_t32" style="position:absolute;margin-left:24.95pt;margin-top:60.8pt;width:6.45pt;height:45.3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8627AF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8A2AFAB" wp14:editId="243A1940">
                      <wp:simplePos x="0" y="0"/>
                      <wp:positionH relativeFrom="column">
                        <wp:posOffset>6250027</wp:posOffset>
                      </wp:positionH>
                      <wp:positionV relativeFrom="paragraph">
                        <wp:posOffset>14698</wp:posOffset>
                      </wp:positionV>
                      <wp:extent cx="267128" cy="195209"/>
                      <wp:effectExtent l="0" t="0" r="0" b="0"/>
                      <wp:wrapNone/>
                      <wp:docPr id="28" name="Zone de text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128" cy="1952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627AF" w:rsidRPr="00083A9D" w:rsidRDefault="008627AF" w:rsidP="008627A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…</w:t>
                                  </w:r>
                                </w:p>
                                <w:p w:rsidR="008627AF" w:rsidRPr="003619E8" w:rsidRDefault="008627AF" w:rsidP="008627A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A2AF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8" o:spid="_x0000_s1026" type="#_x0000_t202" style="position:absolute;margin-left:492.15pt;margin-top:1.15pt;width:21.05pt;height:1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" fillcolor="white [3201]" stroked="f" strokeweight=".5pt">
                      <v:textbox inset="0,0,0,0">
                        <w:txbxContent>
                          <w:p w:rsidR="008627AF" w:rsidRPr="00083A9D" w:rsidRDefault="008627AF" w:rsidP="008627A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…</w:t>
                            </w:r>
                          </w:p>
                          <w:p w:rsidR="008627AF" w:rsidRPr="003619E8" w:rsidRDefault="008627AF" w:rsidP="008627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A2AFAB" wp14:editId="243A1940">
                      <wp:simplePos x="0" y="0"/>
                      <wp:positionH relativeFrom="column">
                        <wp:posOffset>3876696</wp:posOffset>
                      </wp:positionH>
                      <wp:positionV relativeFrom="paragraph">
                        <wp:posOffset>34768</wp:posOffset>
                      </wp:positionV>
                      <wp:extent cx="267128" cy="195209"/>
                      <wp:effectExtent l="0" t="0" r="0" b="0"/>
                      <wp:wrapNone/>
                      <wp:docPr id="27" name="Zone de tex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128" cy="1952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627AF" w:rsidRPr="00083A9D" w:rsidRDefault="008627AF" w:rsidP="008627A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…</w:t>
                                  </w:r>
                                </w:p>
                                <w:p w:rsidR="008627AF" w:rsidRPr="003619E8" w:rsidRDefault="008627AF" w:rsidP="008627A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2AFAB" id="Zone de texte 27" o:spid="_x0000_s1027" type="#_x0000_t202" style="position:absolute;margin-left:305.25pt;margin-top:2.75pt;width:21.05pt;height:1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" fillcolor="white [3201]" stroked="f" strokeweight=".5pt">
                      <v:textbox inset="0,0,0,0">
                        <w:txbxContent>
                          <w:p w:rsidR="008627AF" w:rsidRPr="00083A9D" w:rsidRDefault="008627AF" w:rsidP="008627A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…</w:t>
                            </w:r>
                          </w:p>
                          <w:p w:rsidR="008627AF" w:rsidRPr="003619E8" w:rsidRDefault="008627AF" w:rsidP="008627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7568884" wp14:editId="4DC01674">
                      <wp:simplePos x="0" y="0"/>
                      <wp:positionH relativeFrom="column">
                        <wp:posOffset>2288718</wp:posOffset>
                      </wp:positionH>
                      <wp:positionV relativeFrom="paragraph">
                        <wp:posOffset>21997</wp:posOffset>
                      </wp:positionV>
                      <wp:extent cx="267128" cy="195209"/>
                      <wp:effectExtent l="0" t="0" r="0" b="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128" cy="1952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83A9D" w:rsidRPr="00083A9D" w:rsidRDefault="008627AF" w:rsidP="00083A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…</w:t>
                                  </w:r>
                                </w:p>
                                <w:p w:rsidR="00083A9D" w:rsidRPr="003619E8" w:rsidRDefault="00083A9D" w:rsidP="00083A9D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68884" id="Zone de texte 18" o:spid="_x0000_s1028" type="#_x0000_t202" style="position:absolute;margin-left:180.2pt;margin-top:1.75pt;width:21.05pt;height:1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" fillcolor="white [3201]" stroked="f" strokeweight=".5pt">
                      <v:textbox inset="0,0,0,0">
                        <w:txbxContent>
                          <w:p w:rsidR="00083A9D" w:rsidRPr="00083A9D" w:rsidRDefault="008627AF" w:rsidP="00083A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…</w:t>
                            </w:r>
                          </w:p>
                          <w:p w:rsidR="00083A9D" w:rsidRPr="003619E8" w:rsidRDefault="00083A9D" w:rsidP="00083A9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A3665C" wp14:editId="629AA439">
                      <wp:simplePos x="0" y="0"/>
                      <wp:positionH relativeFrom="column">
                        <wp:posOffset>7921375</wp:posOffset>
                      </wp:positionH>
                      <wp:positionV relativeFrom="paragraph">
                        <wp:posOffset>76999</wp:posOffset>
                      </wp:positionV>
                      <wp:extent cx="184935" cy="248334"/>
                      <wp:effectExtent l="0" t="0" r="5715" b="0"/>
                      <wp:wrapNone/>
                      <wp:docPr id="26" name="Zone de text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935" cy="248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627AF" w:rsidRPr="008627AF" w:rsidRDefault="008627AF" w:rsidP="008627A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  <w:szCs w:val="36"/>
                                    </w:rPr>
                                    <w:t>1</w:t>
                                  </w:r>
                                </w:p>
                                <w:p w:rsidR="008627AF" w:rsidRPr="003619E8" w:rsidRDefault="008627AF" w:rsidP="008627A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3665C" id="Zone de texte 26" o:spid="_x0000_s1029" type="#_x0000_t202" style="position:absolute;margin-left:623.75pt;margin-top:6.05pt;width:14.55pt;height:19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" fillcolor="white [3201]" stroked="f" strokeweight=".5pt">
                      <v:textbox inset="0,0,0,0">
                        <w:txbxContent>
                          <w:p w:rsidR="008627AF" w:rsidRPr="008627AF" w:rsidRDefault="008627AF" w:rsidP="008627A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36"/>
                              </w:rPr>
                              <w:t>1</w:t>
                            </w:r>
                          </w:p>
                          <w:p w:rsidR="008627AF" w:rsidRPr="003619E8" w:rsidRDefault="008627AF" w:rsidP="008627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0D44E5" wp14:editId="2318B42C">
                      <wp:simplePos x="0" y="0"/>
                      <wp:positionH relativeFrom="column">
                        <wp:posOffset>-83991</wp:posOffset>
                      </wp:positionH>
                      <wp:positionV relativeFrom="paragraph">
                        <wp:posOffset>104433</wp:posOffset>
                      </wp:positionV>
                      <wp:extent cx="184935" cy="248334"/>
                      <wp:effectExtent l="0" t="0" r="5715" b="0"/>
                      <wp:wrapNone/>
                      <wp:docPr id="108" name="Zone de text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935" cy="248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83A9D" w:rsidRPr="008627AF" w:rsidRDefault="008627AF" w:rsidP="00083A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  <w:szCs w:val="36"/>
                                    </w:rPr>
                                  </w:pPr>
                                  <w:r w:rsidRPr="008627AF">
                                    <w:rPr>
                                      <w:rFonts w:ascii="Arial" w:hAnsi="Arial" w:cs="Arial"/>
                                      <w:sz w:val="40"/>
                                      <w:szCs w:val="36"/>
                                    </w:rPr>
                                    <w:t>0</w:t>
                                  </w:r>
                                </w:p>
                                <w:p w:rsidR="00083A9D" w:rsidRPr="003619E8" w:rsidRDefault="00083A9D" w:rsidP="00083A9D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D44E5" id="Zone de texte 108" o:spid="_x0000_s1030" type="#_x0000_t202" style="position:absolute;margin-left:-6.6pt;margin-top:8.2pt;width:14.55pt;height:1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" fillcolor="white [3201]" stroked="f" strokeweight=".5pt">
                      <v:textbox inset="0,0,0,0">
                        <w:txbxContent>
                          <w:p w:rsidR="00083A9D" w:rsidRPr="008627AF" w:rsidRDefault="008627AF" w:rsidP="00083A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36"/>
                              </w:rPr>
                            </w:pPr>
                            <w:r w:rsidRPr="008627AF">
                              <w:rPr>
                                <w:rFonts w:ascii="Arial" w:hAnsi="Arial" w:cs="Arial"/>
                                <w:sz w:val="40"/>
                                <w:szCs w:val="36"/>
                              </w:rPr>
                              <w:t>0</w:t>
                            </w:r>
                          </w:p>
                          <w:p w:rsidR="00083A9D" w:rsidRPr="003619E8" w:rsidRDefault="00083A9D" w:rsidP="00083A9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9888EA" wp14:editId="0EC96E33">
                      <wp:simplePos x="0" y="0"/>
                      <wp:positionH relativeFrom="column">
                        <wp:posOffset>665958</wp:posOffset>
                      </wp:positionH>
                      <wp:positionV relativeFrom="paragraph">
                        <wp:posOffset>-50136</wp:posOffset>
                      </wp:positionV>
                      <wp:extent cx="277402" cy="452063"/>
                      <wp:effectExtent l="0" t="0" r="8890" b="5715"/>
                      <wp:wrapNone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7402" cy="45206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83A9D" w:rsidRPr="008627AF" w:rsidRDefault="00432EFD" w:rsidP="00083A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b/>
                                              <w:i/>
                                              <w:sz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2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24"/>
                                            </w:rPr>
                                            <m:t>10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8627AF" w:rsidRPr="008627AF" w:rsidRDefault="008627AF" w:rsidP="00083A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83A9D" w:rsidRPr="003619E8" w:rsidRDefault="00083A9D" w:rsidP="00083A9D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888EA" id="Zone de texte 17" o:spid="_x0000_s1031" type="#_x0000_t202" style="position:absolute;margin-left:52.45pt;margin-top:-3.95pt;width:21.85pt;height:3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" fillcolor="white [3201]" stroked="f" strokeweight=".5pt">
                      <v:textbox inset="0,0,0,0">
                        <w:txbxContent>
                          <w:p w:rsidR="00083A9D" w:rsidRPr="008627AF" w:rsidRDefault="008627AF" w:rsidP="00083A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24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8627AF" w:rsidRPr="008627AF" w:rsidRDefault="008627AF" w:rsidP="00083A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  <w:p w:rsidR="00083A9D" w:rsidRPr="003619E8" w:rsidRDefault="00083A9D" w:rsidP="00083A9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>
              <w:rPr>
                <w:noProof/>
                <w:lang w:eastAsia="fr-F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371139</wp:posOffset>
                  </wp:positionV>
                  <wp:extent cx="9777730" cy="464185"/>
                  <wp:effectExtent l="0" t="0" r="0" b="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droite graduée centiemes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7730" cy="46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96B02" w:rsidRDefault="00D22D59">
      <w:pPr>
        <w:rPr>
          <w:rFonts w:ascii="Arial" w:hAnsi="Arial" w:cs="Arial"/>
          <w:b/>
          <w:sz w:val="28"/>
        </w:rPr>
      </w:pPr>
      <w:r w:rsidRPr="00D22D59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FC3462" wp14:editId="2D729980">
                <wp:simplePos x="0" y="0"/>
                <wp:positionH relativeFrom="column">
                  <wp:posOffset>8352890</wp:posOffset>
                </wp:positionH>
                <wp:positionV relativeFrom="paragraph">
                  <wp:posOffset>251332</wp:posOffset>
                </wp:positionV>
                <wp:extent cx="698643" cy="605434"/>
                <wp:effectExtent l="0" t="0" r="6350" b="4445"/>
                <wp:wrapNone/>
                <wp:docPr id="99" name="Zone de text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643" cy="605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D59" w:rsidRPr="00D22D59" w:rsidRDefault="00432EFD" w:rsidP="00D22D5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D22D59" w:rsidRPr="003619E8" w:rsidRDefault="00D22D59" w:rsidP="00D22D5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C3462" id="Zone de texte 99" o:spid="_x0000_s1032" type="#_x0000_t202" style="position:absolute;margin-left:657.7pt;margin-top:19.8pt;width:55pt;height:47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" fillcolor="white [3201]" stroked="f" strokeweight=".5pt">
                <v:textbox inset="0,0,0,0">
                  <w:txbxContent>
                    <w:p w:rsidR="00D22D59" w:rsidRPr="00D22D59" w:rsidRDefault="00D22D59" w:rsidP="00D22D5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D22D59" w:rsidRPr="003619E8" w:rsidRDefault="00D22D59" w:rsidP="00D22D5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2D59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FC3462" wp14:editId="2D729980">
                <wp:simplePos x="0" y="0"/>
                <wp:positionH relativeFrom="column">
                  <wp:posOffset>2321960</wp:posOffset>
                </wp:positionH>
                <wp:positionV relativeFrom="paragraph">
                  <wp:posOffset>223256</wp:posOffset>
                </wp:positionV>
                <wp:extent cx="698643" cy="605434"/>
                <wp:effectExtent l="0" t="0" r="6350" b="444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643" cy="605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D59" w:rsidRPr="00D22D59" w:rsidRDefault="00432EFD" w:rsidP="00D22D5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D22D59" w:rsidRPr="003619E8" w:rsidRDefault="00D22D59" w:rsidP="00D22D5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FC3462" id="_x0000_t202" coordsize="21600,21600" o:spt="202" path="m,l,21600r21600,l21600,xe">
                <v:stroke joinstyle="miter"/>
                <v:path gradientshapeok="t" o:connecttype="rect"/>
              </v:shapetype>
              <v:shape id="Zone de texte 31" o:spid="_x0000_s1033" type="#_x0000_t202" style="position:absolute;margin-left:182.85pt;margin-top:17.6pt;width:55pt;height:4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" fillcolor="white [3201]" stroked="f" strokeweight=".5pt">
                <v:textbox inset="0,0,0,0">
                  <w:txbxContent>
                    <w:p w:rsidR="00D22D59" w:rsidRPr="00D22D59" w:rsidRDefault="00004DC2" w:rsidP="00D22D5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D22D59" w:rsidRPr="003619E8" w:rsidRDefault="00D22D59" w:rsidP="00D22D5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3141F8" wp14:editId="30BCACD9">
                <wp:simplePos x="0" y="0"/>
                <wp:positionH relativeFrom="column">
                  <wp:posOffset>5137</wp:posOffset>
                </wp:positionH>
                <wp:positionV relativeFrom="paragraph">
                  <wp:posOffset>254121</wp:posOffset>
                </wp:positionV>
                <wp:extent cx="698643" cy="605434"/>
                <wp:effectExtent l="0" t="0" r="6350" b="444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643" cy="605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D59" w:rsidRPr="00D22D59" w:rsidRDefault="00432EFD" w:rsidP="00D22D5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D22D59" w:rsidRPr="003619E8" w:rsidRDefault="00D22D59" w:rsidP="00D22D5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141F8" id="Zone de texte 29" o:spid="_x0000_s1035" type="#_x0000_t202" style="position:absolute;margin-left:.4pt;margin-top:20pt;width:55pt;height:4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" fillcolor="white [3201]" stroked="f" strokeweight=".5pt">
                <v:textbox inset="0,0,0,0">
                  <w:txbxContent>
                    <w:p w:rsidR="00D22D59" w:rsidRPr="00D22D59" w:rsidRDefault="00D22D59" w:rsidP="00D22D5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D22D59" w:rsidRPr="003619E8" w:rsidRDefault="00D22D59" w:rsidP="00D22D5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1934" w:rsidRDefault="00161934">
      <w:pPr>
        <w:rPr>
          <w:rFonts w:ascii="Arial" w:hAnsi="Arial" w:cs="Arial"/>
          <w:b/>
          <w:sz w:val="28"/>
        </w:rPr>
      </w:pPr>
    </w:p>
    <w:p w:rsidR="00161934" w:rsidRDefault="00161934">
      <w:pPr>
        <w:rPr>
          <w:rFonts w:ascii="Arial" w:hAnsi="Arial" w:cs="Arial"/>
          <w:b/>
          <w:sz w:val="28"/>
        </w:rPr>
      </w:pPr>
    </w:p>
    <w:p w:rsidR="008627AF" w:rsidRDefault="008627AF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2</w:t>
      </w:r>
      <w:r w:rsidR="00161934">
        <w:rPr>
          <w:rFonts w:ascii="Arial" w:hAnsi="Arial" w:cs="Arial"/>
          <w:b/>
          <w:sz w:val="28"/>
        </w:rPr>
        <w:t>/</w:t>
      </w:r>
      <w:r>
        <w:rPr>
          <w:rFonts w:ascii="Arial" w:hAnsi="Arial" w:cs="Arial"/>
          <w:b/>
          <w:sz w:val="28"/>
        </w:rPr>
        <w:t xml:space="preserve"> </w:t>
      </w:r>
      <w:r w:rsidRPr="00D22D59">
        <w:rPr>
          <w:rFonts w:ascii="Arial" w:hAnsi="Arial" w:cs="Arial"/>
          <w:sz w:val="28"/>
        </w:rPr>
        <w:t>Complète les fractions manquantes</w:t>
      </w:r>
      <w:r w:rsidR="00161934" w:rsidRPr="00D22D59">
        <w:rPr>
          <w:rFonts w:ascii="Arial" w:hAnsi="Arial" w:cs="Arial"/>
          <w:sz w:val="28"/>
        </w:rPr>
        <w:t xml:space="preserve"> </w:t>
      </w:r>
      <w:r w:rsidR="00D22D59" w:rsidRPr="00D22D59">
        <w:rPr>
          <w:rFonts w:ascii="Arial" w:hAnsi="Arial" w:cs="Arial"/>
          <w:sz w:val="28"/>
        </w:rPr>
        <w:t>au-dessus</w:t>
      </w:r>
      <w:r w:rsidR="00161934" w:rsidRPr="00D22D59">
        <w:rPr>
          <w:rFonts w:ascii="Arial" w:hAnsi="Arial" w:cs="Arial"/>
          <w:sz w:val="28"/>
        </w:rPr>
        <w:t xml:space="preserve"> de la droite graduée.</w:t>
      </w:r>
    </w:p>
    <w:p w:rsidR="00161934" w:rsidRDefault="00161934">
      <w:pPr>
        <w:rPr>
          <w:rFonts w:ascii="Arial" w:hAnsi="Arial" w:cs="Arial"/>
          <w:b/>
          <w:sz w:val="28"/>
        </w:rPr>
      </w:pPr>
    </w:p>
    <w:p w:rsidR="008627AF" w:rsidRDefault="008627AF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3/ </w:t>
      </w:r>
      <w:r w:rsidRPr="00D22D59">
        <w:rPr>
          <w:rFonts w:ascii="Arial" w:hAnsi="Arial" w:cs="Arial"/>
          <w:sz w:val="28"/>
        </w:rPr>
        <w:t>En combien de parties est découpée toute la bande entre 0 et 1 ?</w:t>
      </w:r>
      <w:r w:rsidR="00D22D59">
        <w:rPr>
          <w:rFonts w:ascii="Arial" w:hAnsi="Arial" w:cs="Arial"/>
          <w:sz w:val="28"/>
        </w:rPr>
        <w:t xml:space="preserve"> …</w:t>
      </w:r>
    </w:p>
    <w:p w:rsidR="00D22D59" w:rsidRDefault="00D22D59">
      <w:pPr>
        <w:rPr>
          <w:rFonts w:ascii="Arial" w:hAnsi="Arial" w:cs="Arial"/>
          <w:sz w:val="28"/>
        </w:rPr>
      </w:pPr>
    </w:p>
    <w:p w:rsidR="00D22D59" w:rsidRDefault="00D22D5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>Donc à quelle fraction correspond une petite graduation ? …</w:t>
      </w:r>
    </w:p>
    <w:p w:rsidR="00D22D59" w:rsidRDefault="00D22D59">
      <w:pPr>
        <w:rPr>
          <w:rFonts w:ascii="Arial" w:hAnsi="Arial" w:cs="Arial"/>
          <w:b/>
          <w:sz w:val="28"/>
        </w:rPr>
      </w:pPr>
    </w:p>
    <w:p w:rsidR="00D22D59" w:rsidRDefault="00D22D5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4/</w:t>
      </w:r>
      <w:r w:rsidRPr="00D22D59">
        <w:rPr>
          <w:rFonts w:ascii="Arial" w:hAnsi="Arial" w:cs="Arial"/>
          <w:sz w:val="28"/>
        </w:rPr>
        <w:t xml:space="preserve"> Complète les fractions qui </w:t>
      </w:r>
      <w:r w:rsidR="00432EFD">
        <w:rPr>
          <w:rFonts w:ascii="Arial" w:hAnsi="Arial" w:cs="Arial"/>
          <w:sz w:val="28"/>
        </w:rPr>
        <w:t>sont sous</w:t>
      </w:r>
      <w:bookmarkStart w:id="0" w:name="_GoBack"/>
      <w:bookmarkEnd w:id="0"/>
      <w:r w:rsidRPr="00D22D59">
        <w:rPr>
          <w:rFonts w:ascii="Arial" w:hAnsi="Arial" w:cs="Arial"/>
          <w:sz w:val="28"/>
        </w:rPr>
        <w:t xml:space="preserve"> la droite graduée.</w:t>
      </w:r>
    </w:p>
    <w:sectPr w:rsidR="00D22D59" w:rsidSect="008627A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BE"/>
    <w:rsid w:val="00004DC2"/>
    <w:rsid w:val="00083A9D"/>
    <w:rsid w:val="00161934"/>
    <w:rsid w:val="001D645B"/>
    <w:rsid w:val="002F726D"/>
    <w:rsid w:val="00432EFD"/>
    <w:rsid w:val="00486275"/>
    <w:rsid w:val="004A7FBE"/>
    <w:rsid w:val="005175A3"/>
    <w:rsid w:val="005F7238"/>
    <w:rsid w:val="00675789"/>
    <w:rsid w:val="00756D8C"/>
    <w:rsid w:val="007E024D"/>
    <w:rsid w:val="008627AF"/>
    <w:rsid w:val="00C96B02"/>
    <w:rsid w:val="00D22D59"/>
    <w:rsid w:val="00FB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489D"/>
  <w15:chartTrackingRefBased/>
  <w15:docId w15:val="{D1EB891B-E699-4616-8871-17C72E1E0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86275"/>
    <w:rPr>
      <w:color w:val="808080"/>
    </w:rPr>
  </w:style>
  <w:style w:type="table" w:styleId="Grilledutableau">
    <w:name w:val="Table Grid"/>
    <w:basedOn w:val="TableauNormal"/>
    <w:uiPriority w:val="39"/>
    <w:rsid w:val="00486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cp:lastPrinted>2016-11-30T14:07:00Z</cp:lastPrinted>
  <dcterms:created xsi:type="dcterms:W3CDTF">2017-01-22T17:11:00Z</dcterms:created>
  <dcterms:modified xsi:type="dcterms:W3CDTF">2018-02-10T16:30:00Z</dcterms:modified>
</cp:coreProperties>
</file>